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978345" w14:textId="32B662B3" w:rsidR="00D946AE" w:rsidRDefault="00EA6E2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Name on</w:t>
      </w:r>
      <w:r w:rsidR="00D57CFF">
        <w:rPr>
          <w:rFonts w:ascii="Garamond" w:hAnsi="Garamond"/>
          <w:sz w:val="24"/>
          <w:szCs w:val="24"/>
        </w:rPr>
        <w:t xml:space="preserve"> Can</w:t>
      </w:r>
      <w:r>
        <w:rPr>
          <w:rFonts w:ascii="Garamond" w:hAnsi="Garamond"/>
          <w:sz w:val="24"/>
          <w:szCs w:val="24"/>
        </w:rPr>
        <w:t xml:space="preserve"> _____________________________ </w:t>
      </w:r>
      <w:r w:rsidR="009A3ACC">
        <w:rPr>
          <w:rFonts w:ascii="Garamond" w:hAnsi="Garamond"/>
          <w:sz w:val="24"/>
          <w:szCs w:val="24"/>
        </w:rPr>
        <w:t>Evaluator ________________</w:t>
      </w:r>
      <w:r>
        <w:rPr>
          <w:rFonts w:ascii="Garamond" w:hAnsi="Garamond"/>
          <w:sz w:val="24"/>
          <w:szCs w:val="24"/>
        </w:rPr>
        <w:t>____________</w:t>
      </w:r>
    </w:p>
    <w:p w14:paraId="01978346" w14:textId="3ACF7487" w:rsidR="009A3ACC" w:rsidRDefault="00D57CF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State</w:t>
      </w:r>
      <w:r w:rsidR="009A3ACC">
        <w:rPr>
          <w:rFonts w:ascii="Garamond" w:hAnsi="Garamond"/>
          <w:sz w:val="24"/>
          <w:szCs w:val="24"/>
        </w:rPr>
        <w:t xml:space="preserve"> _________________________________________________</w:t>
      </w:r>
    </w:p>
    <w:p w14:paraId="01978347" w14:textId="40E1E593" w:rsidR="009A3ACC" w:rsidRPr="009A3ACC" w:rsidRDefault="009A3ACC">
      <w:pPr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When rating parts of the </w:t>
      </w:r>
      <w:r w:rsidR="00D57CFF">
        <w:rPr>
          <w:rFonts w:ascii="Garamond" w:hAnsi="Garamond"/>
          <w:i/>
          <w:sz w:val="24"/>
          <w:szCs w:val="24"/>
        </w:rPr>
        <w:t>can</w:t>
      </w:r>
      <w:r>
        <w:rPr>
          <w:rFonts w:ascii="Garamond" w:hAnsi="Garamond"/>
          <w:i/>
          <w:sz w:val="24"/>
          <w:szCs w:val="24"/>
        </w:rPr>
        <w:t xml:space="preserve"> 4 is best 1 is worst.</w:t>
      </w:r>
    </w:p>
    <w:p w14:paraId="01978348" w14:textId="37843B76" w:rsidR="009A3ACC" w:rsidRDefault="009A3AC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The </w:t>
      </w:r>
      <w:r w:rsidR="00D57CFF">
        <w:rPr>
          <w:rFonts w:ascii="Garamond" w:hAnsi="Garamond"/>
          <w:b/>
          <w:sz w:val="24"/>
          <w:szCs w:val="24"/>
        </w:rPr>
        <w:t>Can</w:t>
      </w:r>
    </w:p>
    <w:p w14:paraId="01978349" w14:textId="427B11A3" w:rsidR="009A3ACC" w:rsidRDefault="009A3AC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Rate the </w:t>
      </w:r>
      <w:r w:rsidRPr="000D3630">
        <w:rPr>
          <w:rFonts w:ascii="Garamond" w:hAnsi="Garamond"/>
          <w:b/>
          <w:sz w:val="24"/>
          <w:szCs w:val="24"/>
        </w:rPr>
        <w:t>creativity</w:t>
      </w:r>
      <w:r>
        <w:rPr>
          <w:rFonts w:ascii="Garamond" w:hAnsi="Garamond"/>
          <w:sz w:val="24"/>
          <w:szCs w:val="24"/>
        </w:rPr>
        <w:t xml:space="preserve"> of the </w:t>
      </w:r>
      <w:r w:rsidR="00D57CFF">
        <w:rPr>
          <w:rFonts w:ascii="Garamond" w:hAnsi="Garamond"/>
          <w:sz w:val="24"/>
          <w:szCs w:val="24"/>
        </w:rPr>
        <w:t>can</w:t>
      </w:r>
      <w:r>
        <w:rPr>
          <w:rFonts w:ascii="Garamond" w:hAnsi="Garamond"/>
          <w:sz w:val="24"/>
          <w:szCs w:val="24"/>
        </w:rPr>
        <w:t xml:space="preserve">     </w:t>
      </w:r>
      <w:r>
        <w:rPr>
          <w:rFonts w:ascii="Garamond" w:hAnsi="Garamond"/>
          <w:sz w:val="24"/>
          <w:szCs w:val="24"/>
        </w:rPr>
        <w:tab/>
        <w:t>4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3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2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1</w:t>
      </w:r>
    </w:p>
    <w:p w14:paraId="0197834A" w14:textId="77777777" w:rsidR="009A3ACC" w:rsidRDefault="009A3AC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Comments: ____________________________________________________________________</w:t>
      </w:r>
    </w:p>
    <w:p w14:paraId="0197834B" w14:textId="77777777" w:rsidR="009A3ACC" w:rsidRDefault="009A3AC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</w:t>
      </w:r>
    </w:p>
    <w:p w14:paraId="0197834C" w14:textId="77777777" w:rsidR="009A3ACC" w:rsidRDefault="009A3AC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</w:t>
      </w:r>
    </w:p>
    <w:p w14:paraId="0197834D" w14:textId="3EACDF1C" w:rsidR="009A3ACC" w:rsidRDefault="009A3AC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Rate the </w:t>
      </w:r>
      <w:r w:rsidRPr="000D3630">
        <w:rPr>
          <w:rFonts w:ascii="Garamond" w:hAnsi="Garamond"/>
          <w:b/>
          <w:sz w:val="24"/>
          <w:szCs w:val="24"/>
        </w:rPr>
        <w:t>attractiveness</w:t>
      </w:r>
      <w:r>
        <w:rPr>
          <w:rFonts w:ascii="Garamond" w:hAnsi="Garamond"/>
          <w:sz w:val="24"/>
          <w:szCs w:val="24"/>
        </w:rPr>
        <w:t xml:space="preserve"> of the </w:t>
      </w:r>
      <w:r w:rsidR="00D57CFF">
        <w:rPr>
          <w:rFonts w:ascii="Garamond" w:hAnsi="Garamond"/>
          <w:sz w:val="24"/>
          <w:szCs w:val="24"/>
        </w:rPr>
        <w:t>can</w:t>
      </w:r>
      <w:r>
        <w:rPr>
          <w:rFonts w:ascii="Garamond" w:hAnsi="Garamond"/>
          <w:sz w:val="24"/>
          <w:szCs w:val="24"/>
        </w:rPr>
        <w:tab/>
        <w:t>4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3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2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1</w:t>
      </w:r>
    </w:p>
    <w:p w14:paraId="0197834E" w14:textId="77777777" w:rsidR="009A3ACC" w:rsidRDefault="009A3ACC" w:rsidP="009A3AC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Comments: ____________________________________________________________________</w:t>
      </w:r>
    </w:p>
    <w:p w14:paraId="0197834F" w14:textId="77777777" w:rsidR="009A3ACC" w:rsidRDefault="009A3ACC" w:rsidP="009A3AC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</w:t>
      </w:r>
      <w:bookmarkStart w:id="0" w:name="_GoBack"/>
      <w:bookmarkEnd w:id="0"/>
      <w:r>
        <w:rPr>
          <w:rFonts w:ascii="Garamond" w:hAnsi="Garamond"/>
          <w:sz w:val="24"/>
          <w:szCs w:val="24"/>
        </w:rPr>
        <w:t>_____________________________________</w:t>
      </w:r>
    </w:p>
    <w:p w14:paraId="01978350" w14:textId="77777777" w:rsidR="009A3ACC" w:rsidRDefault="009A3ACC" w:rsidP="009A3AC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</w:t>
      </w:r>
    </w:p>
    <w:p w14:paraId="4847989A" w14:textId="77777777" w:rsidR="0072262A" w:rsidRDefault="0072262A" w:rsidP="006A146A">
      <w:pPr>
        <w:rPr>
          <w:rFonts w:ascii="Garamond" w:hAnsi="Garamond"/>
          <w:sz w:val="24"/>
          <w:szCs w:val="24"/>
        </w:rPr>
      </w:pPr>
    </w:p>
    <w:p w14:paraId="7DB63990" w14:textId="3964E064" w:rsidR="0072262A" w:rsidRDefault="0072262A" w:rsidP="006A146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The </w:t>
      </w:r>
      <w:r>
        <w:rPr>
          <w:rFonts w:ascii="Garamond" w:hAnsi="Garamond"/>
          <w:b/>
          <w:sz w:val="24"/>
          <w:szCs w:val="24"/>
        </w:rPr>
        <w:t>Contents</w:t>
      </w:r>
    </w:p>
    <w:p w14:paraId="01978351" w14:textId="2F565869" w:rsidR="006A146A" w:rsidRDefault="006A146A" w:rsidP="006A146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Rate the contents of the </w:t>
      </w:r>
      <w:r w:rsidR="00D57CFF">
        <w:rPr>
          <w:rFonts w:ascii="Garamond" w:hAnsi="Garamond"/>
          <w:sz w:val="24"/>
          <w:szCs w:val="24"/>
        </w:rPr>
        <w:t>can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4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3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2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1</w:t>
      </w:r>
    </w:p>
    <w:p w14:paraId="01978352" w14:textId="41BB4DA5" w:rsidR="006A146A" w:rsidRPr="006A146A" w:rsidRDefault="006A146A" w:rsidP="006A146A">
      <w:pPr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Does the </w:t>
      </w:r>
      <w:r w:rsidR="00D57CFF">
        <w:rPr>
          <w:rFonts w:ascii="Garamond" w:hAnsi="Garamond"/>
          <w:i/>
          <w:sz w:val="24"/>
          <w:szCs w:val="24"/>
        </w:rPr>
        <w:t>can</w:t>
      </w:r>
      <w:r>
        <w:rPr>
          <w:rFonts w:ascii="Garamond" w:hAnsi="Garamond"/>
          <w:i/>
          <w:sz w:val="24"/>
          <w:szCs w:val="24"/>
        </w:rPr>
        <w:t xml:space="preserve"> have all of the required items?</w:t>
      </w:r>
    </w:p>
    <w:p w14:paraId="01978353" w14:textId="77777777" w:rsidR="006A146A" w:rsidRDefault="006A146A" w:rsidP="006A146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Comments: ____________________________________________________________________</w:t>
      </w:r>
    </w:p>
    <w:p w14:paraId="01978354" w14:textId="77777777" w:rsidR="006A146A" w:rsidRDefault="006A146A" w:rsidP="006A146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</w:t>
      </w:r>
    </w:p>
    <w:p w14:paraId="01978355" w14:textId="77777777" w:rsidR="006A146A" w:rsidRDefault="006A146A" w:rsidP="006A146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</w:t>
      </w:r>
    </w:p>
    <w:p w14:paraId="6E012767" w14:textId="77777777" w:rsidR="0072262A" w:rsidRDefault="0072262A">
      <w:pPr>
        <w:rPr>
          <w:rFonts w:ascii="Garamond" w:hAnsi="Garamond"/>
          <w:b/>
          <w:sz w:val="24"/>
          <w:szCs w:val="24"/>
        </w:rPr>
      </w:pPr>
    </w:p>
    <w:p w14:paraId="01978356" w14:textId="7EAB573F" w:rsidR="009A3ACC" w:rsidRDefault="006A146A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The </w:t>
      </w:r>
      <w:r w:rsidR="0072262A">
        <w:rPr>
          <w:rFonts w:ascii="Garamond" w:hAnsi="Garamond"/>
          <w:b/>
          <w:sz w:val="24"/>
          <w:szCs w:val="24"/>
        </w:rPr>
        <w:t>Trivia</w:t>
      </w:r>
      <w:r>
        <w:rPr>
          <w:rFonts w:ascii="Garamond" w:hAnsi="Garamond"/>
          <w:b/>
          <w:sz w:val="24"/>
          <w:szCs w:val="24"/>
        </w:rPr>
        <w:t xml:space="preserve"> Cards</w:t>
      </w:r>
    </w:p>
    <w:p w14:paraId="01978357" w14:textId="77777777" w:rsidR="006A146A" w:rsidRDefault="006A146A" w:rsidP="006A146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Rate the Fact Cards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4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3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2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1</w:t>
      </w:r>
    </w:p>
    <w:p w14:paraId="01978358" w14:textId="77777777" w:rsidR="006A146A" w:rsidRPr="006A146A" w:rsidRDefault="006A146A" w:rsidP="006A146A">
      <w:pPr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>Are the facts interesting and accurate? Did you learn some new things by reading the cards?</w:t>
      </w:r>
    </w:p>
    <w:p w14:paraId="01978359" w14:textId="77777777" w:rsidR="006A146A" w:rsidRDefault="006A146A" w:rsidP="006A146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Comments: ____________________________________________________________________</w:t>
      </w:r>
    </w:p>
    <w:p w14:paraId="0197835A" w14:textId="77777777" w:rsidR="006A146A" w:rsidRDefault="006A146A" w:rsidP="006A146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</w:t>
      </w:r>
    </w:p>
    <w:p w14:paraId="0197835B" w14:textId="77777777" w:rsidR="006A146A" w:rsidRDefault="006A146A" w:rsidP="006A146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</w:t>
      </w:r>
    </w:p>
    <w:p w14:paraId="0197835C" w14:textId="77777777" w:rsidR="006A146A" w:rsidRDefault="006A146A">
      <w:pPr>
        <w:rPr>
          <w:rFonts w:ascii="Garamond" w:hAnsi="Garamond"/>
          <w:b/>
          <w:sz w:val="24"/>
          <w:szCs w:val="24"/>
        </w:rPr>
      </w:pPr>
    </w:p>
    <w:p w14:paraId="237D8301" w14:textId="77777777" w:rsidR="0072262A" w:rsidRDefault="0072262A">
      <w:pPr>
        <w:rPr>
          <w:rFonts w:ascii="Garamond" w:hAnsi="Garamond"/>
          <w:b/>
          <w:sz w:val="24"/>
          <w:szCs w:val="24"/>
        </w:rPr>
      </w:pPr>
    </w:p>
    <w:p w14:paraId="21178273" w14:textId="77777777" w:rsidR="0072262A" w:rsidRDefault="0072262A">
      <w:pPr>
        <w:rPr>
          <w:rFonts w:ascii="Garamond" w:hAnsi="Garamond"/>
          <w:b/>
          <w:sz w:val="24"/>
          <w:szCs w:val="24"/>
        </w:rPr>
      </w:pPr>
    </w:p>
    <w:p w14:paraId="01978362" w14:textId="0E3F0A5E" w:rsidR="006A146A" w:rsidRDefault="00EA6E29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lastRenderedPageBreak/>
        <w:t xml:space="preserve">The </w:t>
      </w:r>
      <w:r w:rsidR="0072262A">
        <w:rPr>
          <w:rFonts w:ascii="Garamond" w:hAnsi="Garamond"/>
          <w:b/>
          <w:sz w:val="24"/>
          <w:szCs w:val="24"/>
        </w:rPr>
        <w:t xml:space="preserve">State </w:t>
      </w:r>
      <w:r>
        <w:rPr>
          <w:rFonts w:ascii="Garamond" w:hAnsi="Garamond"/>
          <w:b/>
          <w:sz w:val="24"/>
          <w:szCs w:val="24"/>
        </w:rPr>
        <w:t>Map</w:t>
      </w:r>
    </w:p>
    <w:p w14:paraId="01978363" w14:textId="77777777" w:rsidR="00EA6E29" w:rsidRDefault="00EA6E29" w:rsidP="00EA6E2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Rate the Map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4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3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2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1</w:t>
      </w:r>
    </w:p>
    <w:p w14:paraId="01978364" w14:textId="77777777" w:rsidR="00EA6E29" w:rsidRPr="00EA6E29" w:rsidRDefault="00EA6E29" w:rsidP="00EA6E29">
      <w:pPr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>Does the map include all of the important requirements? Is it accurate and well done?</w:t>
      </w:r>
    </w:p>
    <w:p w14:paraId="01978365" w14:textId="77777777" w:rsidR="00EA6E29" w:rsidRDefault="00EA6E29" w:rsidP="00EA6E2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Comments: ____________________________________________________________________</w:t>
      </w:r>
    </w:p>
    <w:p w14:paraId="01978366" w14:textId="77777777" w:rsidR="00EA6E29" w:rsidRDefault="00EA6E29" w:rsidP="00EA6E2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</w:t>
      </w:r>
    </w:p>
    <w:p w14:paraId="01978367" w14:textId="77777777" w:rsidR="00EA6E29" w:rsidRDefault="00EA6E29" w:rsidP="00EA6E2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</w:t>
      </w:r>
    </w:p>
    <w:p w14:paraId="1DF43B63" w14:textId="77777777" w:rsidR="0072262A" w:rsidRDefault="0072262A">
      <w:pPr>
        <w:rPr>
          <w:rFonts w:ascii="Garamond" w:hAnsi="Garamond"/>
          <w:b/>
          <w:sz w:val="24"/>
          <w:szCs w:val="24"/>
        </w:rPr>
      </w:pPr>
    </w:p>
    <w:p w14:paraId="3D9714FD" w14:textId="680D0773" w:rsidR="0072262A" w:rsidRDefault="0072262A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The State Tour</w:t>
      </w:r>
    </w:p>
    <w:p w14:paraId="0E9284FA" w14:textId="258954B7" w:rsidR="0072262A" w:rsidRDefault="0072262A" w:rsidP="0072262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Rate the </w:t>
      </w:r>
      <w:r>
        <w:rPr>
          <w:rFonts w:ascii="Garamond" w:hAnsi="Garamond"/>
          <w:sz w:val="24"/>
          <w:szCs w:val="24"/>
        </w:rPr>
        <w:t>State Tour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4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3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2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1</w:t>
      </w:r>
    </w:p>
    <w:p w14:paraId="628B218A" w14:textId="05D1C962" w:rsidR="0072262A" w:rsidRDefault="0072262A" w:rsidP="0072262A">
      <w:pPr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>Does</w:t>
      </w:r>
      <w:r>
        <w:rPr>
          <w:rFonts w:ascii="Garamond" w:hAnsi="Garamond"/>
          <w:i/>
          <w:sz w:val="24"/>
          <w:szCs w:val="24"/>
        </w:rPr>
        <w:t xml:space="preserve"> the documentation include a detailed itinerary and expense report? Does it include both historic/educational attractions as well as fun/recreational attractions?</w:t>
      </w:r>
    </w:p>
    <w:p w14:paraId="4F18B936" w14:textId="77777777" w:rsidR="0072262A" w:rsidRDefault="0072262A" w:rsidP="0072262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Comments: ____________________________________________________________________</w:t>
      </w:r>
    </w:p>
    <w:p w14:paraId="02862CAE" w14:textId="77777777" w:rsidR="0072262A" w:rsidRDefault="0072262A" w:rsidP="0072262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</w:t>
      </w:r>
    </w:p>
    <w:p w14:paraId="706CBD70" w14:textId="77777777" w:rsidR="0072262A" w:rsidRDefault="0072262A" w:rsidP="0072262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</w:t>
      </w:r>
    </w:p>
    <w:p w14:paraId="0E257C28" w14:textId="77777777" w:rsidR="0072262A" w:rsidRDefault="0072262A" w:rsidP="0072262A">
      <w:pPr>
        <w:rPr>
          <w:rFonts w:ascii="Garamond" w:hAnsi="Garamond"/>
          <w:b/>
          <w:sz w:val="24"/>
          <w:szCs w:val="24"/>
        </w:rPr>
      </w:pPr>
    </w:p>
    <w:p w14:paraId="01978368" w14:textId="281CF50A" w:rsidR="00EA6E29" w:rsidRDefault="00EA6E29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Overall Impression of the </w:t>
      </w:r>
      <w:r w:rsidR="00D57CFF">
        <w:rPr>
          <w:rFonts w:ascii="Garamond" w:hAnsi="Garamond"/>
          <w:b/>
          <w:sz w:val="24"/>
          <w:szCs w:val="24"/>
        </w:rPr>
        <w:t>Can</w:t>
      </w:r>
    </w:p>
    <w:p w14:paraId="01978369" w14:textId="373D72C4" w:rsidR="00EA6E29" w:rsidRDefault="00EA6E29" w:rsidP="00EA6E2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What is your overall impression of the </w:t>
      </w:r>
      <w:r w:rsidR="00D57CFF">
        <w:rPr>
          <w:rFonts w:ascii="Garamond" w:hAnsi="Garamond"/>
          <w:sz w:val="24"/>
          <w:szCs w:val="24"/>
        </w:rPr>
        <w:t>can</w:t>
      </w:r>
      <w:r>
        <w:rPr>
          <w:rFonts w:ascii="Garamond" w:hAnsi="Garamond"/>
          <w:sz w:val="24"/>
          <w:szCs w:val="24"/>
        </w:rPr>
        <w:t>?</w:t>
      </w:r>
      <w:r>
        <w:rPr>
          <w:rFonts w:ascii="Garamond" w:hAnsi="Garamond"/>
          <w:sz w:val="24"/>
          <w:szCs w:val="24"/>
        </w:rPr>
        <w:tab/>
        <w:t>4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3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2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1</w:t>
      </w:r>
    </w:p>
    <w:p w14:paraId="0197836A" w14:textId="0D7F1FB8" w:rsidR="00EA6E29" w:rsidRPr="00EA6E29" w:rsidRDefault="00EA6E29" w:rsidP="00EA6E29">
      <w:pPr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This is where you consider the entire </w:t>
      </w:r>
      <w:r w:rsidR="00D57CFF">
        <w:rPr>
          <w:rFonts w:ascii="Garamond" w:hAnsi="Garamond"/>
          <w:i/>
          <w:sz w:val="24"/>
          <w:szCs w:val="24"/>
        </w:rPr>
        <w:t>can</w:t>
      </w:r>
      <w:r>
        <w:rPr>
          <w:rFonts w:ascii="Garamond" w:hAnsi="Garamond"/>
          <w:i/>
          <w:sz w:val="24"/>
          <w:szCs w:val="24"/>
        </w:rPr>
        <w:t xml:space="preserve">. </w:t>
      </w:r>
      <w:r w:rsidR="00CB566A">
        <w:rPr>
          <w:rFonts w:ascii="Garamond" w:hAnsi="Garamond"/>
          <w:i/>
          <w:sz w:val="24"/>
          <w:szCs w:val="24"/>
        </w:rPr>
        <w:t xml:space="preserve">What did you like </w:t>
      </w:r>
      <w:r w:rsidR="00D57CFF">
        <w:rPr>
          <w:rFonts w:ascii="Garamond" w:hAnsi="Garamond"/>
          <w:i/>
          <w:sz w:val="24"/>
          <w:szCs w:val="24"/>
        </w:rPr>
        <w:t>best about the can and its cont</w:t>
      </w:r>
      <w:r w:rsidR="00CB566A">
        <w:rPr>
          <w:rFonts w:ascii="Garamond" w:hAnsi="Garamond"/>
          <w:i/>
          <w:sz w:val="24"/>
          <w:szCs w:val="24"/>
        </w:rPr>
        <w:t>e</w:t>
      </w:r>
      <w:r w:rsidR="00D57CFF">
        <w:rPr>
          <w:rFonts w:ascii="Garamond" w:hAnsi="Garamond"/>
          <w:i/>
          <w:sz w:val="24"/>
          <w:szCs w:val="24"/>
        </w:rPr>
        <w:t>n</w:t>
      </w:r>
      <w:r w:rsidR="00CB566A">
        <w:rPr>
          <w:rFonts w:ascii="Garamond" w:hAnsi="Garamond"/>
          <w:i/>
          <w:sz w:val="24"/>
          <w:szCs w:val="24"/>
        </w:rPr>
        <w:t xml:space="preserve">ts? </w:t>
      </w:r>
      <w:r>
        <w:rPr>
          <w:rFonts w:ascii="Garamond" w:hAnsi="Garamond"/>
          <w:i/>
          <w:sz w:val="24"/>
          <w:szCs w:val="24"/>
        </w:rPr>
        <w:t xml:space="preserve">Is it a good, accurate representation of the </w:t>
      </w:r>
      <w:r w:rsidR="00D57CFF">
        <w:rPr>
          <w:rFonts w:ascii="Garamond" w:hAnsi="Garamond"/>
          <w:i/>
          <w:sz w:val="24"/>
          <w:szCs w:val="24"/>
        </w:rPr>
        <w:t>state</w:t>
      </w:r>
      <w:r>
        <w:rPr>
          <w:rFonts w:ascii="Garamond" w:hAnsi="Garamond"/>
          <w:i/>
          <w:sz w:val="24"/>
          <w:szCs w:val="24"/>
        </w:rPr>
        <w:t xml:space="preserve">? </w:t>
      </w:r>
      <w:r w:rsidR="00CB566A">
        <w:rPr>
          <w:rFonts w:ascii="Garamond" w:hAnsi="Garamond"/>
          <w:i/>
          <w:sz w:val="24"/>
          <w:szCs w:val="24"/>
        </w:rPr>
        <w:t xml:space="preserve">How could the </w:t>
      </w:r>
      <w:r w:rsidR="00D57CFF">
        <w:rPr>
          <w:rFonts w:ascii="Garamond" w:hAnsi="Garamond"/>
          <w:i/>
          <w:sz w:val="24"/>
          <w:szCs w:val="24"/>
        </w:rPr>
        <w:t>can</w:t>
      </w:r>
      <w:r w:rsidR="00CB566A">
        <w:rPr>
          <w:rFonts w:ascii="Garamond" w:hAnsi="Garamond"/>
          <w:i/>
          <w:sz w:val="24"/>
          <w:szCs w:val="24"/>
        </w:rPr>
        <w:t xml:space="preserve"> and its contents have been improved</w:t>
      </w:r>
      <w:r>
        <w:rPr>
          <w:rFonts w:ascii="Garamond" w:hAnsi="Garamond"/>
          <w:i/>
          <w:sz w:val="24"/>
          <w:szCs w:val="24"/>
        </w:rPr>
        <w:t>?</w:t>
      </w:r>
    </w:p>
    <w:p w14:paraId="0197836B" w14:textId="77777777" w:rsidR="00EA6E29" w:rsidRDefault="00EA6E29" w:rsidP="00EA6E2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Comments: ____________________________________________________________________</w:t>
      </w:r>
    </w:p>
    <w:p w14:paraId="0197836C" w14:textId="77777777" w:rsidR="00EA6E29" w:rsidRDefault="00EA6E29" w:rsidP="00EA6E2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</w:t>
      </w:r>
    </w:p>
    <w:p w14:paraId="0197836D" w14:textId="77777777" w:rsidR="00EA6E29" w:rsidRDefault="00EA6E29" w:rsidP="00EA6E2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</w:t>
      </w:r>
    </w:p>
    <w:p w14:paraId="0197836E" w14:textId="77777777" w:rsidR="00EA6E29" w:rsidRPr="00EA6E29" w:rsidRDefault="00EA6E29">
      <w:pPr>
        <w:rPr>
          <w:rFonts w:ascii="Garamond" w:hAnsi="Garamond"/>
          <w:b/>
          <w:sz w:val="24"/>
          <w:szCs w:val="24"/>
        </w:rPr>
      </w:pPr>
    </w:p>
    <w:p w14:paraId="0197836F" w14:textId="77777777" w:rsidR="009A3ACC" w:rsidRPr="009A3ACC" w:rsidRDefault="009A3ACC">
      <w:pPr>
        <w:rPr>
          <w:rFonts w:ascii="Garamond" w:hAnsi="Garamond"/>
          <w:sz w:val="24"/>
          <w:szCs w:val="24"/>
        </w:rPr>
      </w:pPr>
    </w:p>
    <w:sectPr w:rsidR="009A3ACC" w:rsidRPr="009A3A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CC"/>
    <w:rsid w:val="000D3630"/>
    <w:rsid w:val="006A146A"/>
    <w:rsid w:val="0072262A"/>
    <w:rsid w:val="00847E95"/>
    <w:rsid w:val="009A3ACC"/>
    <w:rsid w:val="00CB566A"/>
    <w:rsid w:val="00D57CFF"/>
    <w:rsid w:val="00D946AE"/>
    <w:rsid w:val="00EA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9783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kidder2878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1F8CA9BE-AEEC-4E27-AE6E-366BAB5ED40A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\Users\wkidder2878\AppData\Local\Chemistry Add-in for Word\Chemistry Gallery\Chem4Word.dotx</Template>
  <TotalTime>6</TotalTime>
  <Pages>2</Pages>
  <Words>422</Words>
  <Characters>2409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wkidder2878</dc:creator>
  <cp:keywords/>
  <dc:description/>
  <cp:lastModifiedBy>Warren Kidder</cp:lastModifiedBy>
  <cp:revision>3</cp:revision>
  <dcterms:created xsi:type="dcterms:W3CDTF">2015-07-02T09:28:00Z</dcterms:created>
  <dcterms:modified xsi:type="dcterms:W3CDTF">2015-07-02T09:29:00Z</dcterms:modified>
</cp:coreProperties>
</file>